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F2B" w:rsidRDefault="00D21F2B" w:rsidP="00E34BE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для проведения школьного этапа всероссийской олимпиады школьников</w:t>
      </w:r>
    </w:p>
    <w:p w:rsidR="00D21F2B" w:rsidRDefault="00D21F2B" w:rsidP="00E34BE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физике в 2020-2021 учебном году в Дубровском районе</w:t>
      </w:r>
    </w:p>
    <w:p w:rsidR="00D21F2B" w:rsidRDefault="00D21F2B" w:rsidP="00E34BE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21F2B" w:rsidRDefault="00D21F2B" w:rsidP="00E34BE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p w:rsidR="00D21F2B" w:rsidRDefault="00D21F2B" w:rsidP="00E34BE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1F2B" w:rsidRDefault="00D21F2B" w:rsidP="00E34BE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Продолжительность этапа 2 ч (120 минут)</w:t>
      </w:r>
    </w:p>
    <w:p w:rsidR="00D21F2B" w:rsidRDefault="00D21F2B" w:rsidP="00E34BE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задание оценивается в 10 баллов</w:t>
      </w:r>
    </w:p>
    <w:p w:rsidR="00D21F2B" w:rsidRDefault="00D21F2B" w:rsidP="00E34BE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набранных баллов - 40</w:t>
      </w:r>
    </w:p>
    <w:p w:rsidR="00D21F2B" w:rsidRDefault="00D21F2B" w:rsidP="00813ACC">
      <w:pPr>
        <w:pStyle w:val="NormalWeb"/>
        <w:jc w:val="center"/>
        <w:rPr>
          <w:b/>
          <w:bCs/>
        </w:rPr>
      </w:pPr>
    </w:p>
    <w:p w:rsidR="00D21F2B" w:rsidRDefault="00D21F2B" w:rsidP="00DA12E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13ACC">
        <w:rPr>
          <w:rFonts w:ascii="Times New Roman" w:hAnsi="Times New Roman"/>
          <w:sz w:val="24"/>
          <w:szCs w:val="24"/>
        </w:rPr>
        <w:t xml:space="preserve">1. Автомобиль проехал </w:t>
      </w:r>
      <w:smartTag w:uri="urn:schemas-microsoft-com:office:smarttags" w:element="metricconverter">
        <w:smartTagPr>
          <w:attr w:name="ProductID" w:val="30 кг"/>
        </w:smartTagPr>
        <w:r w:rsidRPr="00813ACC">
          <w:rPr>
            <w:rFonts w:ascii="Times New Roman" w:hAnsi="Times New Roman"/>
            <w:sz w:val="24"/>
            <w:szCs w:val="24"/>
          </w:rPr>
          <w:t>100 км</w:t>
        </w:r>
      </w:smartTag>
      <w:r w:rsidRPr="00813ACC">
        <w:rPr>
          <w:rFonts w:ascii="Times New Roman" w:hAnsi="Times New Roman"/>
          <w:sz w:val="24"/>
          <w:szCs w:val="24"/>
        </w:rPr>
        <w:t xml:space="preserve"> со средней скоростью </w:t>
      </w:r>
      <w:smartTag w:uri="urn:schemas-microsoft-com:office:smarttags" w:element="metricconverter">
        <w:smartTagPr>
          <w:attr w:name="ProductID" w:val="30 кг"/>
        </w:smartTagPr>
        <w:r w:rsidRPr="00813ACC">
          <w:rPr>
            <w:rFonts w:ascii="Times New Roman" w:hAnsi="Times New Roman"/>
            <w:sz w:val="24"/>
            <w:szCs w:val="24"/>
          </w:rPr>
          <w:t>100 км/ч</w:t>
        </w:r>
      </w:smartTag>
      <w:r w:rsidRPr="00813ACC">
        <w:rPr>
          <w:rFonts w:ascii="Times New Roman" w:hAnsi="Times New Roman"/>
          <w:sz w:val="24"/>
          <w:szCs w:val="24"/>
        </w:rPr>
        <w:t xml:space="preserve">. С какой скоростью он должен проехать следующие </w:t>
      </w:r>
      <w:smartTag w:uri="urn:schemas-microsoft-com:office:smarttags" w:element="metricconverter">
        <w:smartTagPr>
          <w:attr w:name="ProductID" w:val="30 кг"/>
        </w:smartTagPr>
        <w:r w:rsidRPr="00813ACC">
          <w:rPr>
            <w:rFonts w:ascii="Times New Roman" w:hAnsi="Times New Roman"/>
            <w:sz w:val="24"/>
            <w:szCs w:val="24"/>
          </w:rPr>
          <w:t>100 км</w:t>
        </w:r>
      </w:smartTag>
      <w:r w:rsidRPr="00813ACC">
        <w:rPr>
          <w:rFonts w:ascii="Times New Roman" w:hAnsi="Times New Roman"/>
          <w:sz w:val="24"/>
          <w:szCs w:val="24"/>
        </w:rPr>
        <w:t xml:space="preserve">, чтобы его средняя скорость на всем пути равнялась </w:t>
      </w:r>
      <w:smartTag w:uri="urn:schemas-microsoft-com:office:smarttags" w:element="metricconverter">
        <w:smartTagPr>
          <w:attr w:name="ProductID" w:val="30 кг"/>
        </w:smartTagPr>
        <w:r w:rsidRPr="00813ACC">
          <w:rPr>
            <w:rFonts w:ascii="Times New Roman" w:hAnsi="Times New Roman"/>
            <w:sz w:val="24"/>
            <w:szCs w:val="24"/>
          </w:rPr>
          <w:t>120 км/ч</w:t>
        </w:r>
      </w:smartTag>
      <w:r w:rsidRPr="00813ACC">
        <w:rPr>
          <w:rFonts w:ascii="Times New Roman" w:hAnsi="Times New Roman"/>
          <w:sz w:val="24"/>
          <w:szCs w:val="24"/>
        </w:rPr>
        <w:t>?</w:t>
      </w: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</w:pP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hello_html_18b8ea2a.jpg" style="position:absolute;left:0;text-align:left;margin-left:315pt;margin-top:4.3pt;width:2in;height:143.95pt;z-index:251658240;visibility:visible;mso-wrap-distance-left:0;mso-wrap-distance-right:0;mso-position-vertical-relative:line" o:allowoverlap="f">
            <v:imagedata r:id="rId5" o:title=""/>
            <w10:wrap type="square"/>
          </v:shape>
        </w:pict>
      </w: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  <w:r>
        <w:t xml:space="preserve">2. </w:t>
      </w:r>
      <w:r>
        <w:rPr>
          <w:color w:val="000000"/>
        </w:rPr>
        <w:t xml:space="preserve">Дана схема на рисунке. Найти: </w:t>
      </w: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1) силу тока в неразветвлённой части цепи.</w:t>
      </w: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  <w:r>
        <w:rPr>
          <w:color w:val="000000"/>
        </w:rPr>
        <w:t>2) силу тока в амперметре.</w:t>
      </w: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  <w:r>
        <w:rPr>
          <w:color w:val="000000"/>
        </w:rPr>
        <w:t xml:space="preserve">3. </w:t>
      </w:r>
      <w:r w:rsidRPr="001E4D46">
        <w:rPr>
          <w:color w:val="000000"/>
        </w:rPr>
        <w:t xml:space="preserve">В мультфильме «Ну, погоди!» волк проглотил воздушный шарик и поднялся в воздух. Каким должен был стать объем волка, чтобы такое могло произойти? Считайте, что масса волка равна </w:t>
      </w:r>
      <w:smartTag w:uri="urn:schemas-microsoft-com:office:smarttags" w:element="metricconverter">
        <w:smartTagPr>
          <w:attr w:name="ProductID" w:val="30 кг"/>
        </w:smartTagPr>
        <w:r w:rsidRPr="001E4D46">
          <w:rPr>
            <w:color w:val="000000"/>
          </w:rPr>
          <w:t>30 кг</w:t>
        </w:r>
      </w:smartTag>
      <w:r w:rsidRPr="001E4D46">
        <w:rPr>
          <w:color w:val="000000"/>
        </w:rPr>
        <w:t>. Плотность воздуха 1.29 кг/м3.</w:t>
      </w: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  <w:r>
        <w:rPr>
          <w:color w:val="000000"/>
        </w:rPr>
        <w:t xml:space="preserve">4. </w:t>
      </w:r>
      <w:r w:rsidRPr="001E4D46">
        <w:rPr>
          <w:color w:val="000000"/>
        </w:rPr>
        <w:t xml:space="preserve">У вас в руках два абсолютно одинаковых железных бруска. Но только один из </w:t>
      </w:r>
      <w:r>
        <w:rPr>
          <w:color w:val="000000"/>
        </w:rPr>
        <w:t>н</w:t>
      </w:r>
      <w:r w:rsidRPr="001E4D46">
        <w:rPr>
          <w:color w:val="000000"/>
        </w:rPr>
        <w:t>их магнитен. Как же определить, какой из них магнитен, не используя больше никаких приборов, инструментов или приспособлений?</w:t>
      </w: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p w:rsidR="00D21F2B" w:rsidRDefault="00D21F2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sectPr w:rsidR="00D21F2B" w:rsidSect="00522BDD">
      <w:pgSz w:w="11906" w:h="16838"/>
      <w:pgMar w:top="53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09F9"/>
    <w:multiLevelType w:val="hybridMultilevel"/>
    <w:tmpl w:val="D93C60A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3AB09A8"/>
    <w:multiLevelType w:val="multilevel"/>
    <w:tmpl w:val="5540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75D9E"/>
    <w:multiLevelType w:val="hybridMultilevel"/>
    <w:tmpl w:val="AEBA8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B3F6A1E"/>
    <w:multiLevelType w:val="hybridMultilevel"/>
    <w:tmpl w:val="0B12FBD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D9F048E"/>
    <w:multiLevelType w:val="hybridMultilevel"/>
    <w:tmpl w:val="071E6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B57"/>
    <w:rsid w:val="00075EB1"/>
    <w:rsid w:val="00184B2A"/>
    <w:rsid w:val="001E4D46"/>
    <w:rsid w:val="002101A3"/>
    <w:rsid w:val="00213B3B"/>
    <w:rsid w:val="00225B5A"/>
    <w:rsid w:val="0028009E"/>
    <w:rsid w:val="002F3E4D"/>
    <w:rsid w:val="003067BA"/>
    <w:rsid w:val="003C1853"/>
    <w:rsid w:val="003E2D28"/>
    <w:rsid w:val="003E7CD0"/>
    <w:rsid w:val="00495B57"/>
    <w:rsid w:val="00517399"/>
    <w:rsid w:val="00522BDD"/>
    <w:rsid w:val="00537AFF"/>
    <w:rsid w:val="005828D9"/>
    <w:rsid w:val="006929EB"/>
    <w:rsid w:val="006F3B8D"/>
    <w:rsid w:val="007419D5"/>
    <w:rsid w:val="00813ACC"/>
    <w:rsid w:val="009244CF"/>
    <w:rsid w:val="00950372"/>
    <w:rsid w:val="00951280"/>
    <w:rsid w:val="00961FC8"/>
    <w:rsid w:val="00A56DE2"/>
    <w:rsid w:val="00A85685"/>
    <w:rsid w:val="00AA5BD9"/>
    <w:rsid w:val="00AF3876"/>
    <w:rsid w:val="00B5046E"/>
    <w:rsid w:val="00B60BB0"/>
    <w:rsid w:val="00BD54C2"/>
    <w:rsid w:val="00C23314"/>
    <w:rsid w:val="00C377DB"/>
    <w:rsid w:val="00C82842"/>
    <w:rsid w:val="00C90E9E"/>
    <w:rsid w:val="00CD792B"/>
    <w:rsid w:val="00D12253"/>
    <w:rsid w:val="00D21F2B"/>
    <w:rsid w:val="00D81464"/>
    <w:rsid w:val="00D96018"/>
    <w:rsid w:val="00DA12E7"/>
    <w:rsid w:val="00E34BEA"/>
    <w:rsid w:val="00E41E95"/>
    <w:rsid w:val="00E94F7F"/>
    <w:rsid w:val="00ED4529"/>
    <w:rsid w:val="00F00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DE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95B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rsid w:val="00495B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DefaultParagraphFont"/>
    <w:uiPriority w:val="99"/>
    <w:rsid w:val="00495B57"/>
    <w:rPr>
      <w:rFonts w:cs="Times New Roman"/>
    </w:rPr>
  </w:style>
  <w:style w:type="character" w:customStyle="1" w:styleId="c33">
    <w:name w:val="c33"/>
    <w:basedOn w:val="DefaultParagraphFont"/>
    <w:uiPriority w:val="99"/>
    <w:rsid w:val="00495B57"/>
    <w:rPr>
      <w:rFonts w:cs="Times New Roman"/>
    </w:rPr>
  </w:style>
  <w:style w:type="character" w:customStyle="1" w:styleId="c9">
    <w:name w:val="c9"/>
    <w:basedOn w:val="DefaultParagraphFont"/>
    <w:uiPriority w:val="99"/>
    <w:rsid w:val="00495B57"/>
    <w:rPr>
      <w:rFonts w:cs="Times New Roman"/>
    </w:rPr>
  </w:style>
  <w:style w:type="character" w:customStyle="1" w:styleId="c12">
    <w:name w:val="c12"/>
    <w:basedOn w:val="DefaultParagraphFont"/>
    <w:uiPriority w:val="99"/>
    <w:rsid w:val="00495B5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9244C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50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04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F3B8D"/>
    <w:pPr>
      <w:ind w:left="720"/>
      <w:contextualSpacing/>
    </w:pPr>
    <w:rPr>
      <w:lang w:eastAsia="en-US"/>
    </w:rPr>
  </w:style>
  <w:style w:type="character" w:styleId="Strong">
    <w:name w:val="Strong"/>
    <w:basedOn w:val="DefaultParagraphFont"/>
    <w:uiPriority w:val="99"/>
    <w:qFormat/>
    <w:rsid w:val="00DA12E7"/>
    <w:rPr>
      <w:rFonts w:cs="Times New Roman"/>
      <w:b/>
      <w:bCs/>
    </w:rPr>
  </w:style>
  <w:style w:type="character" w:customStyle="1" w:styleId="ff5">
    <w:name w:val="ff5"/>
    <w:basedOn w:val="DefaultParagraphFont"/>
    <w:uiPriority w:val="99"/>
    <w:rsid w:val="00E41E9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59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146</Words>
  <Characters>835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проведения школьного этапа всероссийской олимпиады школьников</dc:title>
  <dc:subject/>
  <dc:creator>Microsoft</dc:creator>
  <cp:keywords/>
  <dc:description/>
  <cp:lastModifiedBy>Людмила</cp:lastModifiedBy>
  <cp:revision>7</cp:revision>
  <dcterms:created xsi:type="dcterms:W3CDTF">2020-09-14T18:09:00Z</dcterms:created>
  <dcterms:modified xsi:type="dcterms:W3CDTF">2020-09-27T19:42:00Z</dcterms:modified>
</cp:coreProperties>
</file>